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2242"/>
        <w:gridCol w:w="3755"/>
        <w:gridCol w:w="3747"/>
        <w:gridCol w:w="94"/>
      </w:tblGrid>
      <w:tr w:rsidR="003B7DF9" w:rsidTr="00747A1E">
        <w:trPr>
          <w:gridAfter w:val="1"/>
          <w:wAfter w:w="94" w:type="dxa"/>
        </w:trPr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502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706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747A1E">
        <w:trPr>
          <w:gridAfter w:val="1"/>
          <w:wAfter w:w="94" w:type="dxa"/>
        </w:trPr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502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747A1E">
            <w:pPr>
              <w:rPr>
                <w:sz w:val="18"/>
                <w:szCs w:val="18"/>
              </w:rPr>
            </w:pPr>
          </w:p>
        </w:tc>
      </w:tr>
      <w:tr w:rsidR="003B7DF9" w:rsidRPr="00BE67C6" w:rsidTr="00747A1E">
        <w:trPr>
          <w:gridAfter w:val="1"/>
          <w:wAfter w:w="94" w:type="dxa"/>
        </w:trPr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502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747A1E">
        <w:trPr>
          <w:gridAfter w:val="1"/>
          <w:wAfter w:w="94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F412FD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Hospital Number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502" w:type="dxa"/>
            <w:gridSpan w:val="2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747A1E">
        <w:trPr>
          <w:gridAfter w:val="1"/>
          <w:wAfter w:w="94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F412FD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502" w:type="dxa"/>
            <w:gridSpan w:val="2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747A1E">
        <w:trPr>
          <w:gridAfter w:val="1"/>
          <w:wAfter w:w="94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502" w:type="dxa"/>
            <w:gridSpan w:val="2"/>
            <w:vMerge w:val="restart"/>
            <w:tcMar>
              <w:top w:w="28" w:type="dxa"/>
              <w:bottom w:w="28" w:type="dxa"/>
            </w:tcMar>
          </w:tcPr>
          <w:p w:rsidR="00A5497F" w:rsidRPr="00BE67C6" w:rsidRDefault="00747A1E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747A1E">
              <w:rPr>
                <w:rFonts w:ascii="Arial" w:hAnsi="Arial" w:cs="Arial"/>
                <w:sz w:val="18"/>
                <w:szCs w:val="18"/>
              </w:rPr>
              <w:t xml:space="preserve">77M admitted with L leg weakness, likely R anterior circulation TIA. For carotid </w:t>
            </w:r>
            <w:proofErr w:type="spellStart"/>
            <w:r w:rsidRPr="00747A1E">
              <w:rPr>
                <w:rFonts w:ascii="Arial" w:hAnsi="Arial" w:cs="Arial"/>
                <w:sz w:val="18"/>
                <w:szCs w:val="18"/>
              </w:rPr>
              <w:t>doppler</w:t>
            </w:r>
            <w:proofErr w:type="spellEnd"/>
            <w:r w:rsidRPr="00747A1E">
              <w:rPr>
                <w:rFonts w:ascii="Arial" w:hAnsi="Arial" w:cs="Arial"/>
                <w:sz w:val="18"/>
                <w:szCs w:val="18"/>
              </w:rPr>
              <w:t xml:space="preserve"> ?stenosis as a cause of TIA as per stroke team please</w:t>
            </w:r>
          </w:p>
        </w:tc>
      </w:tr>
      <w:tr w:rsidR="00A5497F" w:rsidRPr="00BE67C6" w:rsidTr="00747A1E">
        <w:trPr>
          <w:gridAfter w:val="1"/>
          <w:wAfter w:w="94" w:type="dxa"/>
        </w:trPr>
        <w:tc>
          <w:tcPr>
            <w:tcW w:w="224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502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747A1E">
        <w:trPr>
          <w:gridAfter w:val="1"/>
          <w:wAfter w:w="94" w:type="dxa"/>
        </w:trPr>
        <w:tc>
          <w:tcPr>
            <w:tcW w:w="9744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747A1E">
        <w:trPr>
          <w:gridAfter w:val="1"/>
          <w:wAfter w:w="94" w:type="dxa"/>
          <w:trHeight w:val="7371"/>
        </w:trPr>
        <w:tc>
          <w:tcPr>
            <w:tcW w:w="9744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747A1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4119245</wp:posOffset>
                      </wp:positionH>
                      <wp:positionV relativeFrom="paragraph">
                        <wp:posOffset>1959610</wp:posOffset>
                      </wp:positionV>
                      <wp:extent cx="55245" cy="511175"/>
                      <wp:effectExtent l="10160" t="12065" r="10795" b="10160"/>
                      <wp:wrapNone/>
                      <wp:docPr id="52" name="Freeform 4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245" cy="511175"/>
                              </a:xfrm>
                              <a:custGeom>
                                <a:avLst/>
                                <a:gdLst>
                                  <a:gd name="T0" fmla="*/ 84 w 87"/>
                                  <a:gd name="T1" fmla="*/ 90 h 805"/>
                                  <a:gd name="T2" fmla="*/ 28 w 87"/>
                                  <a:gd name="T3" fmla="*/ 202 h 805"/>
                                  <a:gd name="T4" fmla="*/ 18 w 87"/>
                                  <a:gd name="T5" fmla="*/ 342 h 805"/>
                                  <a:gd name="T6" fmla="*/ 18 w 87"/>
                                  <a:gd name="T7" fmla="*/ 483 h 805"/>
                                  <a:gd name="T8" fmla="*/ 9 w 87"/>
                                  <a:gd name="T9" fmla="*/ 744 h 805"/>
                                  <a:gd name="T10" fmla="*/ 84 w 87"/>
                                  <a:gd name="T11" fmla="*/ 90 h 8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87" h="805">
                                    <a:moveTo>
                                      <a:pt x="84" y="90"/>
                                    </a:moveTo>
                                    <a:cubicBezTo>
                                      <a:pt x="87" y="0"/>
                                      <a:pt x="39" y="160"/>
                                      <a:pt x="28" y="202"/>
                                    </a:cubicBezTo>
                                    <a:cubicBezTo>
                                      <a:pt x="17" y="244"/>
                                      <a:pt x="20" y="295"/>
                                      <a:pt x="18" y="342"/>
                                    </a:cubicBezTo>
                                    <a:cubicBezTo>
                                      <a:pt x="16" y="389"/>
                                      <a:pt x="19" y="416"/>
                                      <a:pt x="18" y="483"/>
                                    </a:cubicBezTo>
                                    <a:cubicBezTo>
                                      <a:pt x="17" y="550"/>
                                      <a:pt x="0" y="805"/>
                                      <a:pt x="9" y="744"/>
                                    </a:cubicBezTo>
                                    <a:cubicBezTo>
                                      <a:pt x="18" y="683"/>
                                      <a:pt x="81" y="180"/>
                                      <a:pt x="84" y="9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0BA21" id="Freeform 493" o:spid="_x0000_s1026" style="position:absolute;margin-left:324.35pt;margin-top:154.3pt;width:4.35pt;height:40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,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" path="m84,90c87,,39,160,28,202,17,244,20,295,18,342v-2,47,1,74,,141c17,550,,805,9,744,18,683,81,180,84,90xe" fillcolor="#333">
                      <v:path arrowok="t" o:connecttype="custom" o:connectlocs="53340,57150;17780,128270;11430,217170;11430,306705;5715,472440;53340,5715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3752850</wp:posOffset>
                      </wp:positionH>
                      <wp:positionV relativeFrom="paragraph">
                        <wp:posOffset>1718310</wp:posOffset>
                      </wp:positionV>
                      <wp:extent cx="177165" cy="667385"/>
                      <wp:effectExtent l="5715" t="8890" r="7620" b="9525"/>
                      <wp:wrapNone/>
                      <wp:docPr id="51" name="Freeform 4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77165" cy="667385"/>
                              </a:xfrm>
                              <a:custGeom>
                                <a:avLst/>
                                <a:gdLst>
                                  <a:gd name="T0" fmla="*/ 287 w 307"/>
                                  <a:gd name="T1" fmla="*/ 87 h 1014"/>
                                  <a:gd name="T2" fmla="*/ 259 w 307"/>
                                  <a:gd name="T3" fmla="*/ 265 h 1014"/>
                                  <a:gd name="T4" fmla="*/ 259 w 307"/>
                                  <a:gd name="T5" fmla="*/ 424 h 1014"/>
                                  <a:gd name="T6" fmla="*/ 259 w 307"/>
                                  <a:gd name="T7" fmla="*/ 573 h 1014"/>
                                  <a:gd name="T8" fmla="*/ 221 w 307"/>
                                  <a:gd name="T9" fmla="*/ 611 h 1014"/>
                                  <a:gd name="T10" fmla="*/ 221 w 307"/>
                                  <a:gd name="T11" fmla="*/ 751 h 1014"/>
                                  <a:gd name="T12" fmla="*/ 221 w 307"/>
                                  <a:gd name="T13" fmla="*/ 835 h 1014"/>
                                  <a:gd name="T14" fmla="*/ 175 w 307"/>
                                  <a:gd name="T15" fmla="*/ 985 h 1014"/>
                                  <a:gd name="T16" fmla="*/ 109 w 307"/>
                                  <a:gd name="T17" fmla="*/ 1003 h 1014"/>
                                  <a:gd name="T18" fmla="*/ 62 w 307"/>
                                  <a:gd name="T19" fmla="*/ 919 h 1014"/>
                                  <a:gd name="T20" fmla="*/ 53 w 307"/>
                                  <a:gd name="T21" fmla="*/ 807 h 1014"/>
                                  <a:gd name="T22" fmla="*/ 34 w 307"/>
                                  <a:gd name="T23" fmla="*/ 657 h 1014"/>
                                  <a:gd name="T24" fmla="*/ 16 w 307"/>
                                  <a:gd name="T25" fmla="*/ 386 h 1014"/>
                                  <a:gd name="T26" fmla="*/ 128 w 307"/>
                                  <a:gd name="T27" fmla="*/ 863 h 1014"/>
                                  <a:gd name="T28" fmla="*/ 137 w 307"/>
                                  <a:gd name="T29" fmla="*/ 788 h 1014"/>
                                  <a:gd name="T30" fmla="*/ 287 w 307"/>
                                  <a:gd name="T31" fmla="*/ 87 h 101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07" h="1014">
                                    <a:moveTo>
                                      <a:pt x="287" y="87"/>
                                    </a:moveTo>
                                    <a:cubicBezTo>
                                      <a:pt x="307" y="0"/>
                                      <a:pt x="264" y="209"/>
                                      <a:pt x="259" y="265"/>
                                    </a:cubicBezTo>
                                    <a:cubicBezTo>
                                      <a:pt x="254" y="321"/>
                                      <a:pt x="259" y="373"/>
                                      <a:pt x="259" y="424"/>
                                    </a:cubicBezTo>
                                    <a:cubicBezTo>
                                      <a:pt x="259" y="475"/>
                                      <a:pt x="265" y="542"/>
                                      <a:pt x="259" y="573"/>
                                    </a:cubicBezTo>
                                    <a:cubicBezTo>
                                      <a:pt x="253" y="604"/>
                                      <a:pt x="227" y="581"/>
                                      <a:pt x="221" y="611"/>
                                    </a:cubicBezTo>
                                    <a:cubicBezTo>
                                      <a:pt x="215" y="641"/>
                                      <a:pt x="221" y="714"/>
                                      <a:pt x="221" y="751"/>
                                    </a:cubicBezTo>
                                    <a:cubicBezTo>
                                      <a:pt x="221" y="788"/>
                                      <a:pt x="229" y="796"/>
                                      <a:pt x="221" y="835"/>
                                    </a:cubicBezTo>
                                    <a:cubicBezTo>
                                      <a:pt x="213" y="874"/>
                                      <a:pt x="194" y="957"/>
                                      <a:pt x="175" y="985"/>
                                    </a:cubicBezTo>
                                    <a:cubicBezTo>
                                      <a:pt x="156" y="1013"/>
                                      <a:pt x="128" y="1014"/>
                                      <a:pt x="109" y="1003"/>
                                    </a:cubicBezTo>
                                    <a:cubicBezTo>
                                      <a:pt x="90" y="992"/>
                                      <a:pt x="71" y="952"/>
                                      <a:pt x="62" y="919"/>
                                    </a:cubicBezTo>
                                    <a:cubicBezTo>
                                      <a:pt x="53" y="886"/>
                                      <a:pt x="58" y="851"/>
                                      <a:pt x="53" y="807"/>
                                    </a:cubicBezTo>
                                    <a:cubicBezTo>
                                      <a:pt x="48" y="763"/>
                                      <a:pt x="40" y="727"/>
                                      <a:pt x="34" y="657"/>
                                    </a:cubicBezTo>
                                    <a:cubicBezTo>
                                      <a:pt x="28" y="587"/>
                                      <a:pt x="0" y="352"/>
                                      <a:pt x="16" y="386"/>
                                    </a:cubicBezTo>
                                    <a:cubicBezTo>
                                      <a:pt x="32" y="420"/>
                                      <a:pt x="108" y="796"/>
                                      <a:pt x="128" y="863"/>
                                    </a:cubicBezTo>
                                    <a:cubicBezTo>
                                      <a:pt x="148" y="930"/>
                                      <a:pt x="117" y="923"/>
                                      <a:pt x="137" y="788"/>
                                    </a:cubicBezTo>
                                    <a:cubicBezTo>
                                      <a:pt x="157" y="653"/>
                                      <a:pt x="267" y="174"/>
                                      <a:pt x="287" y="8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3A03C3" id="Freeform 492" o:spid="_x0000_s1026" style="position:absolute;margin-left:295.5pt;margin-top:135.3pt;width:13.95pt;height:52.5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07,10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" path="m287,87c307,,264,209,259,265v-5,56,,108,,159c259,475,265,542,259,573v-6,31,-32,8,-38,38c215,641,221,714,221,751v,37,8,45,,84c213,874,194,957,175,985v-19,28,-47,29,-66,18c90,992,71,952,62,919,53,886,58,851,53,807,48,763,40,727,34,657,28,587,,352,16,386v16,34,92,410,112,477c148,930,117,923,137,788,157,653,267,174,287,87xe" fillcolor="#333">
                      <v:path arrowok="t" o:connecttype="custom" o:connectlocs="165623,57261;149465,174415;149465,279064;149465,377132;127536,402142;127536,494286;127536,549572;100990,648298;62902,660145;35779,604859;30585,531144;19621,432418;9233,254054;73867,568001;79061,518638;165623,57261" o:connectangles="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3458210</wp:posOffset>
                      </wp:positionH>
                      <wp:positionV relativeFrom="paragraph">
                        <wp:posOffset>3910965</wp:posOffset>
                      </wp:positionV>
                      <wp:extent cx="69215" cy="271145"/>
                      <wp:effectExtent l="6350" t="10795" r="10160" b="13335"/>
                      <wp:wrapNone/>
                      <wp:docPr id="50" name="Freeform 491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9215" cy="271145"/>
                              </a:xfrm>
                              <a:custGeom>
                                <a:avLst/>
                                <a:gdLst>
                                  <a:gd name="T0" fmla="*/ 78 w 109"/>
                                  <a:gd name="T1" fmla="*/ 37 h 427"/>
                                  <a:gd name="T2" fmla="*/ 106 w 109"/>
                                  <a:gd name="T3" fmla="*/ 159 h 427"/>
                                  <a:gd name="T4" fmla="*/ 96 w 109"/>
                                  <a:gd name="T5" fmla="*/ 234 h 427"/>
                                  <a:gd name="T6" fmla="*/ 78 w 109"/>
                                  <a:gd name="T7" fmla="*/ 290 h 427"/>
                                  <a:gd name="T8" fmla="*/ 3 w 109"/>
                                  <a:gd name="T9" fmla="*/ 383 h 427"/>
                                  <a:gd name="T10" fmla="*/ 78 w 109"/>
                                  <a:gd name="T11" fmla="*/ 37 h 4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9" h="427">
                                    <a:moveTo>
                                      <a:pt x="78" y="37"/>
                                    </a:moveTo>
                                    <a:cubicBezTo>
                                      <a:pt x="95" y="0"/>
                                      <a:pt x="103" y="126"/>
                                      <a:pt x="106" y="159"/>
                                    </a:cubicBezTo>
                                    <a:cubicBezTo>
                                      <a:pt x="109" y="192"/>
                                      <a:pt x="101" y="212"/>
                                      <a:pt x="96" y="234"/>
                                    </a:cubicBezTo>
                                    <a:cubicBezTo>
                                      <a:pt x="91" y="256"/>
                                      <a:pt x="93" y="265"/>
                                      <a:pt x="78" y="290"/>
                                    </a:cubicBezTo>
                                    <a:cubicBezTo>
                                      <a:pt x="63" y="315"/>
                                      <a:pt x="6" y="427"/>
                                      <a:pt x="3" y="383"/>
                                    </a:cubicBezTo>
                                    <a:cubicBezTo>
                                      <a:pt x="0" y="339"/>
                                      <a:pt x="61" y="74"/>
                                      <a:pt x="78" y="37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E4285" id="Freeform 491" o:spid="_x0000_s1026" alt="Granite" style="position:absolute;margin-left:272.3pt;margin-top:307.95pt;width:5.45pt;height:21.3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,4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" path="m78,37c95,,103,126,106,159v3,33,-5,53,-10,75c91,256,93,265,78,290,63,315,6,427,3,383,,339,61,74,78,37xe">
                      <v:fill r:id="rId7" o:title="Granite" recolor="t" type="tile"/>
                      <v:path arrowok="t" o:connecttype="custom" o:connectlocs="49530,23495;67310,100965;60960,148590;49530,184150;1905,243205;49530,2349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3804285</wp:posOffset>
                      </wp:positionH>
                      <wp:positionV relativeFrom="paragraph">
                        <wp:posOffset>3274060</wp:posOffset>
                      </wp:positionV>
                      <wp:extent cx="139700" cy="591185"/>
                      <wp:effectExtent l="9525" t="12065" r="12700" b="6350"/>
                      <wp:wrapNone/>
                      <wp:docPr id="49" name="Freeform 490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9700" cy="591185"/>
                              </a:xfrm>
                              <a:custGeom>
                                <a:avLst/>
                                <a:gdLst>
                                  <a:gd name="T0" fmla="*/ 206 w 220"/>
                                  <a:gd name="T1" fmla="*/ 114 h 931"/>
                                  <a:gd name="T2" fmla="*/ 112 w 220"/>
                                  <a:gd name="T3" fmla="*/ 142 h 931"/>
                                  <a:gd name="T4" fmla="*/ 112 w 220"/>
                                  <a:gd name="T5" fmla="*/ 199 h 931"/>
                                  <a:gd name="T6" fmla="*/ 66 w 220"/>
                                  <a:gd name="T7" fmla="*/ 264 h 931"/>
                                  <a:gd name="T8" fmla="*/ 28 w 220"/>
                                  <a:gd name="T9" fmla="*/ 376 h 931"/>
                                  <a:gd name="T10" fmla="*/ 56 w 220"/>
                                  <a:gd name="T11" fmla="*/ 488 h 931"/>
                                  <a:gd name="T12" fmla="*/ 38 w 220"/>
                                  <a:gd name="T13" fmla="*/ 563 h 931"/>
                                  <a:gd name="T14" fmla="*/ 38 w 220"/>
                                  <a:gd name="T15" fmla="*/ 769 h 931"/>
                                  <a:gd name="T16" fmla="*/ 28 w 220"/>
                                  <a:gd name="T17" fmla="*/ 825 h 931"/>
                                  <a:gd name="T18" fmla="*/ 206 w 220"/>
                                  <a:gd name="T19" fmla="*/ 114 h 93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220" h="931">
                                    <a:moveTo>
                                      <a:pt x="206" y="114"/>
                                    </a:moveTo>
                                    <a:cubicBezTo>
                                      <a:pt x="220" y="0"/>
                                      <a:pt x="128" y="128"/>
                                      <a:pt x="112" y="142"/>
                                    </a:cubicBezTo>
                                    <a:cubicBezTo>
                                      <a:pt x="96" y="156"/>
                                      <a:pt x="120" y="179"/>
                                      <a:pt x="112" y="199"/>
                                    </a:cubicBezTo>
                                    <a:cubicBezTo>
                                      <a:pt x="104" y="219"/>
                                      <a:pt x="80" y="234"/>
                                      <a:pt x="66" y="264"/>
                                    </a:cubicBezTo>
                                    <a:cubicBezTo>
                                      <a:pt x="52" y="294"/>
                                      <a:pt x="30" y="339"/>
                                      <a:pt x="28" y="376"/>
                                    </a:cubicBezTo>
                                    <a:cubicBezTo>
                                      <a:pt x="26" y="413"/>
                                      <a:pt x="54" y="457"/>
                                      <a:pt x="56" y="488"/>
                                    </a:cubicBezTo>
                                    <a:cubicBezTo>
                                      <a:pt x="58" y="519"/>
                                      <a:pt x="41" y="516"/>
                                      <a:pt x="38" y="563"/>
                                    </a:cubicBezTo>
                                    <a:cubicBezTo>
                                      <a:pt x="35" y="610"/>
                                      <a:pt x="40" y="725"/>
                                      <a:pt x="38" y="769"/>
                                    </a:cubicBezTo>
                                    <a:cubicBezTo>
                                      <a:pt x="36" y="813"/>
                                      <a:pt x="0" y="931"/>
                                      <a:pt x="28" y="825"/>
                                    </a:cubicBezTo>
                                    <a:cubicBezTo>
                                      <a:pt x="56" y="719"/>
                                      <a:pt x="192" y="228"/>
                                      <a:pt x="206" y="114"/>
                                    </a:cubicBezTo>
                                    <a:close/>
                                  </a:path>
                                </a:pathLst>
                              </a:custGeom>
                              <a:blipFill dpi="0" rotWithShape="0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7EC66" id="Freeform 490" o:spid="_x0000_s1026" alt="Granite" style="position:absolute;margin-left:299.55pt;margin-top:257.8pt;width:11pt;height:46.5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0,9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" path="m206,114c220,,128,128,112,142v-16,14,8,37,,57c104,219,80,234,66,264,52,294,30,339,28,376v-2,37,26,81,28,112c58,519,41,516,38,563v-3,47,2,162,,206c36,813,,931,28,825,56,719,192,228,206,114xe">
                      <v:fill r:id="rId7" o:title="Granite" recolor="t" type="tile"/>
                      <v:path arrowok="t" o:connecttype="custom" o:connectlocs="130810,72390;71120,90170;71120,126365;41910,167640;17780,238760;35560,309880;24130,357505;24130,488315;17780,523875;130810,72390" o:connectangles="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2235835</wp:posOffset>
                      </wp:positionH>
                      <wp:positionV relativeFrom="paragraph">
                        <wp:posOffset>1878965</wp:posOffset>
                      </wp:positionV>
                      <wp:extent cx="128905" cy="478155"/>
                      <wp:effectExtent l="12700" t="7620" r="10795" b="9525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8905" cy="478155"/>
                              </a:xfrm>
                              <a:custGeom>
                                <a:avLst/>
                                <a:gdLst>
                                  <a:gd name="T0" fmla="*/ 16 w 203"/>
                                  <a:gd name="T1" fmla="*/ 73 h 753"/>
                                  <a:gd name="T2" fmla="*/ 16 w 203"/>
                                  <a:gd name="T3" fmla="*/ 211 h 753"/>
                                  <a:gd name="T4" fmla="*/ 4 w 203"/>
                                  <a:gd name="T5" fmla="*/ 299 h 753"/>
                                  <a:gd name="T6" fmla="*/ 16 w 203"/>
                                  <a:gd name="T7" fmla="*/ 449 h 753"/>
                                  <a:gd name="T8" fmla="*/ 4 w 203"/>
                                  <a:gd name="T9" fmla="*/ 562 h 753"/>
                                  <a:gd name="T10" fmla="*/ 41 w 203"/>
                                  <a:gd name="T11" fmla="*/ 649 h 753"/>
                                  <a:gd name="T12" fmla="*/ 91 w 203"/>
                                  <a:gd name="T13" fmla="*/ 749 h 753"/>
                                  <a:gd name="T14" fmla="*/ 141 w 203"/>
                                  <a:gd name="T15" fmla="*/ 624 h 753"/>
                                  <a:gd name="T16" fmla="*/ 179 w 203"/>
                                  <a:gd name="T17" fmla="*/ 499 h 753"/>
                                  <a:gd name="T18" fmla="*/ 191 w 203"/>
                                  <a:gd name="T19" fmla="*/ 274 h 753"/>
                                  <a:gd name="T20" fmla="*/ 104 w 203"/>
                                  <a:gd name="T21" fmla="*/ 649 h 753"/>
                                  <a:gd name="T22" fmla="*/ 16 w 203"/>
                                  <a:gd name="T23" fmla="*/ 73 h 75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03" h="753">
                                    <a:moveTo>
                                      <a:pt x="16" y="73"/>
                                    </a:moveTo>
                                    <a:cubicBezTo>
                                      <a:pt x="1" y="0"/>
                                      <a:pt x="18" y="173"/>
                                      <a:pt x="16" y="211"/>
                                    </a:cubicBezTo>
                                    <a:cubicBezTo>
                                      <a:pt x="14" y="249"/>
                                      <a:pt x="4" y="259"/>
                                      <a:pt x="4" y="299"/>
                                    </a:cubicBezTo>
                                    <a:cubicBezTo>
                                      <a:pt x="4" y="339"/>
                                      <a:pt x="16" y="405"/>
                                      <a:pt x="16" y="449"/>
                                    </a:cubicBezTo>
                                    <a:cubicBezTo>
                                      <a:pt x="16" y="493"/>
                                      <a:pt x="0" y="529"/>
                                      <a:pt x="4" y="562"/>
                                    </a:cubicBezTo>
                                    <a:cubicBezTo>
                                      <a:pt x="8" y="595"/>
                                      <a:pt x="26" y="618"/>
                                      <a:pt x="41" y="649"/>
                                    </a:cubicBezTo>
                                    <a:cubicBezTo>
                                      <a:pt x="56" y="680"/>
                                      <a:pt x="74" y="753"/>
                                      <a:pt x="91" y="749"/>
                                    </a:cubicBezTo>
                                    <a:cubicBezTo>
                                      <a:pt x="108" y="745"/>
                                      <a:pt x="126" y="666"/>
                                      <a:pt x="141" y="624"/>
                                    </a:cubicBezTo>
                                    <a:cubicBezTo>
                                      <a:pt x="156" y="582"/>
                                      <a:pt x="171" y="557"/>
                                      <a:pt x="179" y="499"/>
                                    </a:cubicBezTo>
                                    <a:cubicBezTo>
                                      <a:pt x="187" y="441"/>
                                      <a:pt x="203" y="249"/>
                                      <a:pt x="191" y="274"/>
                                    </a:cubicBezTo>
                                    <a:cubicBezTo>
                                      <a:pt x="179" y="299"/>
                                      <a:pt x="129" y="680"/>
                                      <a:pt x="104" y="649"/>
                                    </a:cubicBezTo>
                                    <a:cubicBezTo>
                                      <a:pt x="79" y="618"/>
                                      <a:pt x="31" y="146"/>
                                      <a:pt x="16" y="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A16BA" id="Freeform 489" o:spid="_x0000_s1026" style="position:absolute;margin-left:176.05pt;margin-top:147.95pt;width:10.15pt;height:37.6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3,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" path="m16,73c1,,18,173,16,211,14,249,4,259,4,299v,40,12,106,12,150c16,493,,529,4,562v4,33,22,56,37,87c56,680,74,753,91,749v17,-4,35,-83,50,-125c156,582,171,557,179,499v8,-58,24,-250,12,-225c179,299,129,680,104,649,79,618,31,146,16,73xe" fillcolor="#333">
                      <v:path arrowok="t" o:connecttype="custom" o:connectlocs="10160,46355;10160,133985;2540,189865;10160,285115;2540,356870;26035,412115;57785,475615;89535,396240;113665,316865;121285,173990;66040,412115;10160,46355" o:connectangles="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7620" r="1905" b="190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747A1E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747A1E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8255" r="3810" b="127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747A1E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747A1E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635" r="5715" b="889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747A1E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58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747A1E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1270" r="7620" b="825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747A1E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747A1E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8255" r="5080" b="889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747A1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747A1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12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747A1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747A1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12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4445" r="0" b="317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747A1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73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747A1E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747A1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73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747A1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1270" r="2540" b="508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41B79C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127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747A1E">
        <w:tc>
          <w:tcPr>
            <w:tcW w:w="2242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747A1E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6350" r="6350" b="1778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32E933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596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747A1E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3970" t="19050" r="31750" b="1333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20E855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7620" t="9525" r="6350" b="1460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0B5FF4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7620" t="6985" r="6350" b="1714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7172A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1430" t="7620" r="12065" b="1651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C5F292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747A1E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755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84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747A1E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755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747A1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84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747A1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747A1E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755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747A1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84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747A1E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747A1E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755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747A1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</w:t>
            </w:r>
          </w:p>
        </w:tc>
        <w:tc>
          <w:tcPr>
            <w:tcW w:w="384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747A1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</w:tr>
      <w:tr w:rsidR="00187C90" w:rsidRPr="00BE67C6" w:rsidTr="00747A1E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 xml:space="preserve">% </w:t>
            </w:r>
            <w:r w:rsidR="00F412FD"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Stenosis:</w:t>
            </w:r>
          </w:p>
        </w:tc>
        <w:tc>
          <w:tcPr>
            <w:tcW w:w="3755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747A1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84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747A1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F412FD" w:rsidRPr="00BE67C6" w:rsidTr="00747A1E">
        <w:tc>
          <w:tcPr>
            <w:tcW w:w="2242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F412FD" w:rsidRPr="00BE67C6" w:rsidRDefault="00F412FD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% ECA Stenosis</w:t>
            </w:r>
          </w:p>
        </w:tc>
        <w:tc>
          <w:tcPr>
            <w:tcW w:w="3755" w:type="dxa"/>
            <w:shd w:val="clear" w:color="auto" w:fill="E6E6E6"/>
            <w:tcMar>
              <w:top w:w="28" w:type="dxa"/>
              <w:bottom w:w="28" w:type="dxa"/>
            </w:tcMar>
          </w:tcPr>
          <w:p w:rsidR="00F412FD" w:rsidRPr="00BE67C6" w:rsidRDefault="00747A1E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412FD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84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F412FD" w:rsidRPr="00BE67C6" w:rsidRDefault="001633A8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mild</w:t>
            </w:r>
          </w:p>
        </w:tc>
      </w:tr>
      <w:tr w:rsidR="009A34D2" w:rsidRPr="00BE67C6" w:rsidTr="00747A1E">
        <w:tc>
          <w:tcPr>
            <w:tcW w:w="22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596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747A1E">
        <w:tc>
          <w:tcPr>
            <w:tcW w:w="22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596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784424" w:rsidRDefault="00747A1E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Right: No intimal wall thickening or haemodynamic changes.</w:t>
            </w:r>
          </w:p>
          <w:p w:rsidR="00747A1E" w:rsidRDefault="00747A1E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Left: No intimal wall thickening or haemodynamic changes.</w:t>
            </w:r>
          </w:p>
          <w:p w:rsidR="00747A1E" w:rsidRPr="00BE67C6" w:rsidRDefault="00747A1E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Normal Subclavian flow bilaterally. </w:t>
            </w:r>
          </w:p>
        </w:tc>
      </w:tr>
      <w:tr w:rsidR="00784424" w:rsidRPr="00BE67C6" w:rsidTr="00747A1E">
        <w:tc>
          <w:tcPr>
            <w:tcW w:w="2242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596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747A1E">
        <w:tc>
          <w:tcPr>
            <w:tcW w:w="2242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BE67C6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596" w:type="dxa"/>
            <w:gridSpan w:val="3"/>
            <w:shd w:val="clear" w:color="auto" w:fill="E6E6E6"/>
            <w:tcMar>
              <w:top w:w="28" w:type="dxa"/>
              <w:bottom w:w="28" w:type="dxa"/>
            </w:tcMar>
          </w:tcPr>
          <w:p w:rsidR="00747A1E" w:rsidRPr="00747A1E" w:rsidRDefault="00747A1E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Alwin Yeung - Clinical Vascular Scientist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</w:p>
    <w:sectPr w:rsidR="00694581" w:rsidRPr="002D5F9B" w:rsidSect="00B551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7A1E" w:rsidRDefault="00747A1E">
      <w:r>
        <w:separator/>
      </w:r>
    </w:p>
  </w:endnote>
  <w:endnote w:type="continuationSeparator" w:id="0">
    <w:p w:rsidR="00747A1E" w:rsidRDefault="0074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860" w:rsidRPr="00E35AAD" w:rsidRDefault="00D66860" w:rsidP="00E35AAD">
    <w:pPr>
      <w:pStyle w:val="Footer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7A1E" w:rsidRDefault="00747A1E">
      <w:r>
        <w:separator/>
      </w:r>
    </w:p>
  </w:footnote>
  <w:footnote w:type="continuationSeparator" w:id="0">
    <w:p w:rsidR="00747A1E" w:rsidRDefault="00747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747A1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-111125</wp:posOffset>
          </wp:positionV>
          <wp:extent cx="1771650" cy="62484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06419" w:rsidRDefault="00706419">
    <w:pPr>
      <w:pStyle w:val="Header"/>
    </w:pPr>
  </w:p>
  <w:p w:rsidR="00706419" w:rsidRDefault="00706419">
    <w:pPr>
      <w:pStyle w:val="Header"/>
    </w:pPr>
  </w:p>
  <w:p w:rsidR="00706419" w:rsidRDefault="007064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A1E"/>
    <w:rsid w:val="000071E8"/>
    <w:rsid w:val="00041AD2"/>
    <w:rsid w:val="00052659"/>
    <w:rsid w:val="00054AC7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633A8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E2311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1539B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06419"/>
    <w:rsid w:val="00722333"/>
    <w:rsid w:val="00727221"/>
    <w:rsid w:val="007361C2"/>
    <w:rsid w:val="00740706"/>
    <w:rsid w:val="00745D26"/>
    <w:rsid w:val="00747A1E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A34D2"/>
    <w:rsid w:val="009A5CA0"/>
    <w:rsid w:val="009C6954"/>
    <w:rsid w:val="009D2BAA"/>
    <w:rsid w:val="009F4722"/>
    <w:rsid w:val="00A00D03"/>
    <w:rsid w:val="00A50BBC"/>
    <w:rsid w:val="00A5497F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A75BA"/>
    <w:rsid w:val="00BC590F"/>
    <w:rsid w:val="00BE67C6"/>
    <w:rsid w:val="00C4581A"/>
    <w:rsid w:val="00C46C3E"/>
    <w:rsid w:val="00C47CD3"/>
    <w:rsid w:val="00C719CC"/>
    <w:rsid w:val="00C72E47"/>
    <w:rsid w:val="00C85CBD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860"/>
    <w:rsid w:val="00D8557F"/>
    <w:rsid w:val="00D967E3"/>
    <w:rsid w:val="00DC3722"/>
    <w:rsid w:val="00DD13FB"/>
    <w:rsid w:val="00DE5341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5FD5"/>
    <w:rsid w:val="00EF042D"/>
    <w:rsid w:val="00F002D2"/>
    <w:rsid w:val="00F105C7"/>
    <w:rsid w:val="00F203DB"/>
    <w:rsid w:val="00F22415"/>
    <w:rsid w:val="00F412FD"/>
    <w:rsid w:val="00F46177"/>
    <w:rsid w:val="00F6113C"/>
    <w:rsid w:val="00F63AEE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-%20With%20Logo%20J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- With Logo JC.dot</Template>
  <TotalTime>0</TotalTime>
  <Pages>1</Pages>
  <Words>105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2021-09-29T08:59:00Z</dcterms:created>
  <dcterms:modified xsi:type="dcterms:W3CDTF">2021-10-12T10:19:00Z</dcterms:modified>
</cp:coreProperties>
</file>